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32516" w14:textId="77777777" w:rsidR="0054324E" w:rsidRDefault="00147E58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3A84891F" wp14:editId="098D3C03">
                <wp:simplePos x="0" y="0"/>
                <wp:positionH relativeFrom="column">
                  <wp:posOffset>-891540</wp:posOffset>
                </wp:positionH>
                <wp:positionV relativeFrom="page">
                  <wp:posOffset>199390</wp:posOffset>
                </wp:positionV>
                <wp:extent cx="7538085" cy="1284605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8085" cy="1284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57BF84" w14:textId="77777777" w:rsidR="00147E58" w:rsidRPr="00147E58" w:rsidRDefault="00147E58" w:rsidP="00E8564C">
                            <w:pPr>
                              <w:jc w:val="center"/>
                              <w:rPr>
                                <w:rFonts w:ascii="Open Sans ExtraBold" w:hAnsi="Open Sans ExtraBold" w:cs="Open Sans ExtraBold"/>
                                <w:color w:val="FFFFFF" w:themeColor="background1"/>
                                <w:sz w:val="90"/>
                                <w:szCs w:val="90"/>
                              </w:rPr>
                            </w:pPr>
                            <w:r w:rsidRPr="00147E58">
                              <w:rPr>
                                <w:rFonts w:ascii="Open Sans ExtraBold" w:hAnsi="Open Sans ExtraBold" w:cs="Open Sans ExtraBold"/>
                                <w:color w:val="FFFFFF" w:themeColor="background1"/>
                                <w:sz w:val="90"/>
                                <w:szCs w:val="90"/>
                              </w:rPr>
                              <w:t>Wir brauchen dich!</w:t>
                            </w:r>
                          </w:p>
                          <w:p w14:paraId="475B0312" w14:textId="0475E92E" w:rsidR="00147E58" w:rsidRPr="000C437F" w:rsidRDefault="004F3902" w:rsidP="00E8564C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38"/>
                                <w:szCs w:val="38"/>
                              </w:rPr>
                            </w:pPr>
                            <w:r w:rsidRPr="000C437F"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38"/>
                                <w:szCs w:val="38"/>
                              </w:rPr>
                              <w:t xml:space="preserve">Unsere Schule macht mit </w:t>
                            </w:r>
                            <w:r w:rsidR="00147E58" w:rsidRPr="000C437F"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38"/>
                                <w:szCs w:val="38"/>
                              </w:rPr>
                              <w:t xml:space="preserve">beim </w:t>
                            </w:r>
                            <w:r w:rsidR="000C437F" w:rsidRPr="000C437F"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38"/>
                                <w:szCs w:val="38"/>
                              </w:rPr>
                              <w:t>„</w:t>
                            </w:r>
                            <w:r w:rsidR="00147E58" w:rsidRPr="000C437F"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38"/>
                                <w:szCs w:val="38"/>
                              </w:rPr>
                              <w:t>E-Waste Race</w:t>
                            </w:r>
                            <w:r w:rsidR="000C437F" w:rsidRPr="000C437F">
                              <w:rPr>
                                <w:rFonts w:ascii="Open Sans" w:hAnsi="Open Sans" w:cs="Open Sans"/>
                                <w:b/>
                                <w:color w:val="FFFFFF" w:themeColor="background1"/>
                                <w:sz w:val="38"/>
                                <w:szCs w:val="38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84891F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-70.2pt;margin-top:15.7pt;width:593.55pt;height:101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" filled="f" stroked="f" strokeweight=".5pt">
                <v:textbox>
                  <w:txbxContent>
                    <w:p w14:paraId="3E57BF84" w14:textId="77777777" w:rsidR="00147E58" w:rsidRPr="00147E58" w:rsidRDefault="00147E58" w:rsidP="00E8564C">
                      <w:pPr>
                        <w:jc w:val="center"/>
                        <w:rPr>
                          <w:rFonts w:ascii="Open Sans ExtraBold" w:hAnsi="Open Sans ExtraBold" w:cs="Open Sans ExtraBold"/>
                          <w:color w:val="FFFFFF" w:themeColor="background1"/>
                          <w:sz w:val="90"/>
                          <w:szCs w:val="90"/>
                        </w:rPr>
                      </w:pPr>
                      <w:r w:rsidRPr="00147E58">
                        <w:rPr>
                          <w:rFonts w:ascii="Open Sans ExtraBold" w:hAnsi="Open Sans ExtraBold" w:cs="Open Sans ExtraBold"/>
                          <w:color w:val="FFFFFF" w:themeColor="background1"/>
                          <w:sz w:val="90"/>
                          <w:szCs w:val="90"/>
                        </w:rPr>
                        <w:t>Wir brauchen dich!</w:t>
                      </w:r>
                    </w:p>
                    <w:p w14:paraId="475B0312" w14:textId="0475E92E" w:rsidR="00147E58" w:rsidRPr="000C437F" w:rsidRDefault="004F3902" w:rsidP="00E8564C">
                      <w:pPr>
                        <w:jc w:val="center"/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38"/>
                          <w:szCs w:val="38"/>
                        </w:rPr>
                      </w:pPr>
                      <w:r w:rsidRPr="000C437F"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38"/>
                          <w:szCs w:val="38"/>
                        </w:rPr>
                        <w:t xml:space="preserve">Unsere Schule macht mit </w:t>
                      </w:r>
                      <w:r w:rsidR="00147E58" w:rsidRPr="000C437F"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38"/>
                          <w:szCs w:val="38"/>
                        </w:rPr>
                        <w:t xml:space="preserve">beim </w:t>
                      </w:r>
                      <w:r w:rsidR="000C437F" w:rsidRPr="000C437F"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38"/>
                          <w:szCs w:val="38"/>
                        </w:rPr>
                        <w:t>„</w:t>
                      </w:r>
                      <w:r w:rsidR="00147E58" w:rsidRPr="000C437F"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38"/>
                          <w:szCs w:val="38"/>
                        </w:rPr>
                        <w:t>E-Waste Race</w:t>
                      </w:r>
                      <w:r w:rsidR="000C437F" w:rsidRPr="000C437F">
                        <w:rPr>
                          <w:rFonts w:ascii="Open Sans" w:hAnsi="Open Sans" w:cs="Open Sans"/>
                          <w:b/>
                          <w:color w:val="FFFFFF" w:themeColor="background1"/>
                          <w:sz w:val="38"/>
                          <w:szCs w:val="38"/>
                        </w:rPr>
                        <w:t>“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64528B5E" w14:textId="77777777" w:rsidR="00801C4A" w:rsidRDefault="00801C4A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  <w:b/>
          <w:sz w:val="18"/>
          <w:szCs w:val="18"/>
        </w:rPr>
      </w:pPr>
    </w:p>
    <w:p w14:paraId="4DB96ED6" w14:textId="77777777" w:rsidR="00801C4A" w:rsidRDefault="00801C4A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  <w:b/>
          <w:sz w:val="18"/>
          <w:szCs w:val="18"/>
        </w:rPr>
      </w:pPr>
    </w:p>
    <w:p w14:paraId="5DDDF1D7" w14:textId="77777777" w:rsidR="00801C4A" w:rsidRDefault="00801C4A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  <w:b/>
          <w:sz w:val="18"/>
          <w:szCs w:val="18"/>
        </w:rPr>
      </w:pPr>
    </w:p>
    <w:p w14:paraId="2693A6BD" w14:textId="77777777" w:rsidR="00801C4A" w:rsidRDefault="00801C4A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  <w:b/>
          <w:sz w:val="18"/>
          <w:szCs w:val="18"/>
        </w:rPr>
      </w:pPr>
    </w:p>
    <w:p w14:paraId="09706E24" w14:textId="77777777" w:rsidR="00801C4A" w:rsidRDefault="00801C4A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  <w:b/>
          <w:sz w:val="18"/>
          <w:szCs w:val="18"/>
        </w:rPr>
      </w:pPr>
    </w:p>
    <w:p w14:paraId="393E0783" w14:textId="4FF605B7" w:rsidR="00801C4A" w:rsidRPr="000C437F" w:rsidRDefault="00801C4A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  <w:b/>
          <w:sz w:val="24"/>
          <w:szCs w:val="24"/>
        </w:rPr>
      </w:pPr>
    </w:p>
    <w:p w14:paraId="6A6A9082" w14:textId="428C9562" w:rsidR="000C437F" w:rsidRPr="009B0638" w:rsidRDefault="00C933FC" w:rsidP="000C437F">
      <w:pPr>
        <w:tabs>
          <w:tab w:val="left" w:pos="426"/>
          <w:tab w:val="right" w:pos="9072"/>
        </w:tabs>
        <w:spacing w:after="120" w:line="288" w:lineRule="auto"/>
        <w:rPr>
          <w:rFonts w:ascii="Open Sans" w:hAnsi="Open Sans" w:cs="Open Sans"/>
        </w:rPr>
      </w:pPr>
      <w:r w:rsidRPr="009B0638">
        <w:rPr>
          <w:rFonts w:ascii="Open Sans" w:hAnsi="Open Sans" w:cs="Open Sans"/>
        </w:rPr>
        <w:t xml:space="preserve">Wir sammeln Elektroschrott im Wettbewerb </w:t>
      </w:r>
      <w:r w:rsidR="000C437F" w:rsidRPr="009B0638">
        <w:rPr>
          <w:rFonts w:ascii="Open Sans" w:hAnsi="Open Sans" w:cs="Open Sans"/>
        </w:rPr>
        <w:t>mit anderen Schule</w:t>
      </w:r>
      <w:r w:rsidR="002546F1">
        <w:rPr>
          <w:rFonts w:ascii="Open Sans" w:hAnsi="Open Sans" w:cs="Open Sans"/>
        </w:rPr>
        <w:t>n</w:t>
      </w:r>
      <w:r w:rsidR="000C437F" w:rsidRPr="009B0638">
        <w:rPr>
          <w:rFonts w:ascii="Open Sans" w:hAnsi="Open Sans" w:cs="Open Sans"/>
        </w:rPr>
        <w:t>. N</w:t>
      </w:r>
      <w:r w:rsidR="00801C4A" w:rsidRPr="009B0638">
        <w:rPr>
          <w:rFonts w:ascii="Open Sans" w:hAnsi="Open Sans" w:cs="Open Sans"/>
        </w:rPr>
        <w:t>atürlich</w:t>
      </w:r>
      <w:r w:rsidR="008308CF" w:rsidRPr="009B0638">
        <w:rPr>
          <w:rFonts w:ascii="Open Sans" w:hAnsi="Open Sans" w:cs="Open Sans"/>
        </w:rPr>
        <w:t xml:space="preserve"> soll</w:t>
      </w:r>
      <w:r w:rsidR="00801C4A" w:rsidRPr="009B0638">
        <w:rPr>
          <w:rFonts w:ascii="Open Sans" w:hAnsi="Open Sans" w:cs="Open Sans"/>
        </w:rPr>
        <w:t xml:space="preserve"> unsere Schule </w:t>
      </w:r>
      <w:r w:rsidR="000C437F" w:rsidRPr="009B0638">
        <w:rPr>
          <w:rFonts w:ascii="Open Sans" w:hAnsi="Open Sans" w:cs="Open Sans"/>
        </w:rPr>
        <w:br/>
      </w:r>
      <w:r w:rsidR="00801C4A" w:rsidRPr="009B0638">
        <w:rPr>
          <w:rFonts w:ascii="Open Sans" w:hAnsi="Open Sans" w:cs="Open Sans"/>
        </w:rPr>
        <w:t xml:space="preserve">gewinnen! </w:t>
      </w:r>
      <w:r w:rsidR="00324961" w:rsidRPr="009B0638">
        <w:rPr>
          <w:rFonts w:ascii="Open Sans" w:hAnsi="Open Sans" w:cs="Open Sans"/>
        </w:rPr>
        <w:t>D</w:t>
      </w:r>
      <w:r w:rsidR="00801C4A" w:rsidRPr="009B0638">
        <w:rPr>
          <w:rFonts w:ascii="Open Sans" w:hAnsi="Open Sans" w:cs="Open Sans"/>
        </w:rPr>
        <w:t>abei kannst du helfen</w:t>
      </w:r>
      <w:r w:rsidR="000C437F" w:rsidRPr="009B0638">
        <w:rPr>
          <w:rFonts w:ascii="Open Sans" w:hAnsi="Open Sans" w:cs="Open Sans"/>
        </w:rPr>
        <w:t xml:space="preserve"> – dem Team unserer Schule, der Umwelt und dem Klima. </w:t>
      </w:r>
    </w:p>
    <w:p w14:paraId="71C27128" w14:textId="77777777" w:rsidR="000C437F" w:rsidRDefault="000C437F" w:rsidP="004F74B7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</w:rPr>
      </w:pPr>
    </w:p>
    <w:p w14:paraId="1BB2FB6B" w14:textId="6900595D" w:rsidR="008308CF" w:rsidRPr="000C437F" w:rsidRDefault="008308CF" w:rsidP="000C437F">
      <w:pPr>
        <w:tabs>
          <w:tab w:val="left" w:pos="426"/>
          <w:tab w:val="right" w:pos="9072"/>
        </w:tabs>
        <w:spacing w:after="120" w:line="288" w:lineRule="auto"/>
        <w:rPr>
          <w:rFonts w:ascii="Open Sans" w:hAnsi="Open Sans" w:cs="Open Sans"/>
          <w:b/>
          <w:sz w:val="24"/>
          <w:szCs w:val="18"/>
        </w:rPr>
      </w:pPr>
      <w:r w:rsidRPr="000C437F">
        <w:rPr>
          <w:rFonts w:ascii="Open Sans" w:hAnsi="Open Sans" w:cs="Open Sans"/>
          <w:b/>
          <w:sz w:val="24"/>
          <w:szCs w:val="18"/>
        </w:rPr>
        <w:t>Was</w:t>
      </w:r>
      <w:r w:rsidR="00E776E3" w:rsidRPr="000C437F">
        <w:rPr>
          <w:rFonts w:ascii="Open Sans" w:hAnsi="Open Sans" w:cs="Open Sans"/>
          <w:b/>
          <w:sz w:val="24"/>
          <w:szCs w:val="18"/>
        </w:rPr>
        <w:t xml:space="preserve"> liegt bei </w:t>
      </w:r>
      <w:r w:rsidRPr="000C437F">
        <w:rPr>
          <w:rFonts w:ascii="Open Sans" w:hAnsi="Open Sans" w:cs="Open Sans"/>
          <w:b/>
          <w:sz w:val="24"/>
          <w:szCs w:val="18"/>
        </w:rPr>
        <w:t>euch zu</w:t>
      </w:r>
      <w:r w:rsidR="00567929" w:rsidRPr="000C437F">
        <w:rPr>
          <w:rFonts w:ascii="Open Sans" w:hAnsi="Open Sans" w:cs="Open Sans"/>
          <w:b/>
          <w:sz w:val="24"/>
          <w:szCs w:val="18"/>
        </w:rPr>
        <w:t>h</w:t>
      </w:r>
      <w:r w:rsidRPr="000C437F">
        <w:rPr>
          <w:rFonts w:ascii="Open Sans" w:hAnsi="Open Sans" w:cs="Open Sans"/>
          <w:b/>
          <w:sz w:val="24"/>
          <w:szCs w:val="18"/>
        </w:rPr>
        <w:t xml:space="preserve">ause </w:t>
      </w:r>
      <w:r w:rsidR="004C16A6">
        <w:rPr>
          <w:rFonts w:ascii="Open Sans" w:hAnsi="Open Sans" w:cs="Open Sans"/>
          <w:b/>
          <w:sz w:val="24"/>
          <w:szCs w:val="18"/>
        </w:rPr>
        <w:t xml:space="preserve">noch so </w:t>
      </w:r>
      <w:r w:rsidRPr="000C437F">
        <w:rPr>
          <w:rFonts w:ascii="Open Sans" w:hAnsi="Open Sans" w:cs="Open Sans"/>
          <w:b/>
          <w:sz w:val="24"/>
          <w:szCs w:val="18"/>
        </w:rPr>
        <w:t>rum?</w:t>
      </w:r>
    </w:p>
    <w:p w14:paraId="3C63EEA5" w14:textId="3E949135" w:rsidR="00E8564C" w:rsidRDefault="000C437F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Bringt so viel wie möglich </w:t>
      </w:r>
      <w:r w:rsidR="004C16A6">
        <w:rPr>
          <w:rFonts w:ascii="Open Sans" w:hAnsi="Open Sans" w:cs="Open Sans"/>
        </w:rPr>
        <w:t>davon mit in die Schule:  ein alte</w:t>
      </w:r>
      <w:r w:rsidR="002546F1">
        <w:rPr>
          <w:rFonts w:ascii="Open Sans" w:hAnsi="Open Sans" w:cs="Open Sans"/>
        </w:rPr>
        <w:t>r</w:t>
      </w:r>
      <w:r w:rsidR="004C16A6">
        <w:rPr>
          <w:rFonts w:ascii="Open Sans" w:hAnsi="Open Sans" w:cs="Open Sans"/>
        </w:rPr>
        <w:t xml:space="preserve"> Toaster, Fö</w:t>
      </w:r>
      <w:r w:rsidR="002546F1">
        <w:rPr>
          <w:rFonts w:ascii="Open Sans" w:hAnsi="Open Sans" w:cs="Open Sans"/>
        </w:rPr>
        <w:t>h</w:t>
      </w:r>
      <w:r w:rsidR="004C16A6">
        <w:rPr>
          <w:rFonts w:ascii="Open Sans" w:hAnsi="Open Sans" w:cs="Open Sans"/>
        </w:rPr>
        <w:t xml:space="preserve">n, Wasserkocher, elektrische Wecker, kaputte Computer, Tastaturen, Spielekonsolen, Fernbedienungen, Netzteile, DVD-Player, Verlängerungskabel. Wir sammeln </w:t>
      </w:r>
      <w:r w:rsidR="004C16A6" w:rsidRPr="004C16A6">
        <w:rPr>
          <w:rFonts w:ascii="Open Sans" w:hAnsi="Open Sans" w:cs="Open Sans"/>
          <w:b/>
        </w:rPr>
        <w:t>alles, was</w:t>
      </w:r>
      <w:r w:rsidR="004C16A6">
        <w:rPr>
          <w:rFonts w:ascii="Open Sans" w:hAnsi="Open Sans" w:cs="Open Sans"/>
        </w:rPr>
        <w:t xml:space="preserve"> </w:t>
      </w:r>
      <w:r w:rsidR="004C16A6" w:rsidRPr="00C94975">
        <w:rPr>
          <w:rFonts w:ascii="Open Sans" w:hAnsi="Open Sans" w:cs="Open Sans"/>
          <w:b/>
        </w:rPr>
        <w:t>kleiner als 50 cm</w:t>
      </w:r>
      <w:r w:rsidR="004C16A6">
        <w:rPr>
          <w:rFonts w:ascii="Open Sans" w:hAnsi="Open Sans" w:cs="Open Sans"/>
        </w:rPr>
        <w:t xml:space="preserve"> ist </w:t>
      </w:r>
      <w:r w:rsidR="004C16A6" w:rsidRPr="004C16A6">
        <w:rPr>
          <w:rFonts w:ascii="Open Sans" w:hAnsi="Open Sans" w:cs="Open Sans"/>
        </w:rPr>
        <w:t>(</w:t>
      </w:r>
      <w:r w:rsidR="004C16A6">
        <w:rPr>
          <w:rFonts w:ascii="Open Sans" w:hAnsi="Open Sans" w:cs="Open Sans"/>
        </w:rPr>
        <w:t xml:space="preserve">bitte Batterien und </w:t>
      </w:r>
      <w:r w:rsidR="004C16A6" w:rsidRPr="004C16A6">
        <w:rPr>
          <w:rFonts w:ascii="Open Sans" w:hAnsi="Open Sans" w:cs="Open Sans"/>
          <w:bCs/>
        </w:rPr>
        <w:t>Akkus vorher rausnehmen!</w:t>
      </w:r>
      <w:r w:rsidR="004C16A6" w:rsidRPr="004C16A6">
        <w:rPr>
          <w:rFonts w:ascii="Open Sans" w:hAnsi="Open Sans" w:cs="Open Sans"/>
        </w:rPr>
        <w:t>).</w:t>
      </w:r>
      <w:r w:rsidR="004C16A6">
        <w:rPr>
          <w:rFonts w:ascii="Open Sans" w:hAnsi="Open Sans" w:cs="Open Sans"/>
        </w:rPr>
        <w:t xml:space="preserve"> Geht gemeinsam mit euren Eltern auf Schatzsuche!</w:t>
      </w:r>
    </w:p>
    <w:p w14:paraId="217D0E18" w14:textId="61EB22C1" w:rsidR="004C16A6" w:rsidRDefault="004C16A6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</w:rPr>
      </w:pPr>
      <w:r>
        <w:rPr>
          <w:noProof/>
        </w:rPr>
        <w:drawing>
          <wp:anchor distT="0" distB="0" distL="114300" distR="114300" simplePos="0" relativeHeight="251761152" behindDoc="0" locked="0" layoutInCell="1" allowOverlap="1" wp14:anchorId="64BE36FD" wp14:editId="337539E6">
            <wp:simplePos x="0" y="0"/>
            <wp:positionH relativeFrom="margin">
              <wp:posOffset>680085</wp:posOffset>
            </wp:positionH>
            <wp:positionV relativeFrom="paragraph">
              <wp:posOffset>131283</wp:posOffset>
            </wp:positionV>
            <wp:extent cx="4391025" cy="1945005"/>
            <wp:effectExtent l="0" t="0" r="9525" b="0"/>
            <wp:wrapNone/>
            <wp:docPr id="95986870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15" t="18519" r="16998" b="330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194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EFBA3E" w14:textId="77777777" w:rsidR="004C16A6" w:rsidRDefault="004C16A6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</w:rPr>
      </w:pPr>
    </w:p>
    <w:p w14:paraId="63A98145" w14:textId="39E55710" w:rsidR="004C16A6" w:rsidRDefault="004C16A6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</w:rPr>
      </w:pPr>
    </w:p>
    <w:p w14:paraId="07402CC2" w14:textId="77777777" w:rsidR="004C16A6" w:rsidRDefault="004C16A6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</w:rPr>
      </w:pPr>
    </w:p>
    <w:p w14:paraId="136BF474" w14:textId="77777777" w:rsidR="004C16A6" w:rsidRDefault="004C16A6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</w:rPr>
      </w:pPr>
    </w:p>
    <w:p w14:paraId="6AE2F665" w14:textId="1D4EB73D" w:rsidR="004C16A6" w:rsidRDefault="004C16A6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</w:rPr>
      </w:pPr>
    </w:p>
    <w:p w14:paraId="250BC9B0" w14:textId="77777777" w:rsidR="004C16A6" w:rsidRDefault="004C16A6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</w:rPr>
      </w:pPr>
    </w:p>
    <w:p w14:paraId="083BEFDC" w14:textId="77777777" w:rsidR="004C16A6" w:rsidRDefault="004C16A6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</w:rPr>
      </w:pPr>
    </w:p>
    <w:p w14:paraId="4C402213" w14:textId="77777777" w:rsidR="004C16A6" w:rsidRDefault="004C16A6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</w:rPr>
      </w:pPr>
    </w:p>
    <w:p w14:paraId="5CCB8384" w14:textId="77777777" w:rsidR="004C16A6" w:rsidRDefault="004C16A6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</w:rPr>
      </w:pPr>
    </w:p>
    <w:p w14:paraId="2AD92277" w14:textId="77777777" w:rsidR="004C16A6" w:rsidRPr="004C16A6" w:rsidRDefault="004C16A6" w:rsidP="00F5236B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  <w:sz w:val="24"/>
          <w:szCs w:val="24"/>
        </w:rPr>
      </w:pPr>
    </w:p>
    <w:p w14:paraId="4D8A3DF1" w14:textId="5373F574" w:rsidR="001E3FD8" w:rsidRPr="00292CB7" w:rsidRDefault="004C16A6" w:rsidP="004C16A6">
      <w:pPr>
        <w:tabs>
          <w:tab w:val="left" w:pos="426"/>
          <w:tab w:val="right" w:pos="9072"/>
        </w:tabs>
        <w:spacing w:after="120" w:line="288" w:lineRule="auto"/>
        <w:rPr>
          <w:rFonts w:ascii="Open Sans" w:hAnsi="Open Sans" w:cs="Open Sans"/>
          <w:b/>
          <w:sz w:val="24"/>
          <w:szCs w:val="18"/>
        </w:rPr>
      </w:pPr>
      <w:r>
        <w:rPr>
          <w:rFonts w:ascii="Open Sans" w:hAnsi="Open Sans" w:cs="Open Sans"/>
          <w:noProof/>
        </w:rPr>
        <w:drawing>
          <wp:anchor distT="0" distB="0" distL="114300" distR="114300" simplePos="0" relativeHeight="251759104" behindDoc="0" locked="0" layoutInCell="1" allowOverlap="1" wp14:anchorId="0A43F917" wp14:editId="02F25ABD">
            <wp:simplePos x="0" y="0"/>
            <wp:positionH relativeFrom="margin">
              <wp:posOffset>5411470</wp:posOffset>
            </wp:positionH>
            <wp:positionV relativeFrom="paragraph">
              <wp:posOffset>97952</wp:posOffset>
            </wp:positionV>
            <wp:extent cx="899795" cy="888365"/>
            <wp:effectExtent l="0" t="0" r="0" b="6985"/>
            <wp:wrapTight wrapText="bothSides">
              <wp:wrapPolygon edited="0">
                <wp:start x="8689" y="0"/>
                <wp:lineTo x="5030" y="463"/>
                <wp:lineTo x="457" y="6021"/>
                <wp:lineTo x="0" y="8337"/>
                <wp:lineTo x="0" y="16212"/>
                <wp:lineTo x="6402" y="21307"/>
                <wp:lineTo x="8231" y="21307"/>
                <wp:lineTo x="12805" y="21307"/>
                <wp:lineTo x="15091" y="21307"/>
                <wp:lineTo x="21036" y="16675"/>
                <wp:lineTo x="21036" y="8337"/>
                <wp:lineTo x="20579" y="5558"/>
                <wp:lineTo x="16463" y="463"/>
                <wp:lineTo x="12347" y="0"/>
                <wp:lineTo x="8689" y="0"/>
              </wp:wrapPolygon>
            </wp:wrapTight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883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564C" w:rsidRPr="00E8564C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60970" behindDoc="0" locked="1" layoutInCell="1" allowOverlap="1" wp14:anchorId="58600A35" wp14:editId="229C37E3">
                <wp:simplePos x="0" y="0"/>
                <wp:positionH relativeFrom="page">
                  <wp:posOffset>-635</wp:posOffset>
                </wp:positionH>
                <wp:positionV relativeFrom="page">
                  <wp:posOffset>-1270</wp:posOffset>
                </wp:positionV>
                <wp:extent cx="7574280" cy="1715770"/>
                <wp:effectExtent l="0" t="0" r="7620" b="0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4280" cy="171577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028040" id="Rechteck 14" o:spid="_x0000_s1026" style="position:absolute;margin-left:-.05pt;margin-top:-.1pt;width:596.4pt;height:135.1pt;z-index:25166097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" fillcolor="#84aa33 [3205]" stroked="f" strokeweight="2pt">
                <w10:wrap anchorx="page" anchory="page"/>
                <w10:anchorlock/>
              </v:rect>
            </w:pict>
          </mc:Fallback>
        </mc:AlternateContent>
      </w:r>
      <w:r w:rsidR="001E3FD8" w:rsidRPr="00292CB7">
        <w:rPr>
          <w:rFonts w:ascii="Open Sans" w:hAnsi="Open Sans" w:cs="Open Sans"/>
          <w:b/>
          <w:sz w:val="24"/>
          <w:szCs w:val="18"/>
        </w:rPr>
        <w:t>Elektroschrott – zu schade für die Tonne</w:t>
      </w:r>
    </w:p>
    <w:p w14:paraId="4B772543" w14:textId="69845D06" w:rsidR="001C73FA" w:rsidRDefault="001C73FA" w:rsidP="004F74B7">
      <w:pPr>
        <w:tabs>
          <w:tab w:val="left" w:pos="426"/>
          <w:tab w:val="right" w:pos="9072"/>
        </w:tabs>
        <w:spacing w:line="288" w:lineRule="auto"/>
        <w:jc w:val="both"/>
        <w:rPr>
          <w:rFonts w:ascii="Open Sans" w:hAnsi="Open Sans" w:cs="Open Sans"/>
          <w:b/>
        </w:rPr>
      </w:pPr>
      <w:r>
        <w:rPr>
          <w:rFonts w:ascii="Open Sans" w:hAnsi="Open Sans" w:cs="Open Sans"/>
        </w:rPr>
        <w:t xml:space="preserve">In alten </w:t>
      </w:r>
      <w:r w:rsidR="00C94975">
        <w:rPr>
          <w:rFonts w:ascii="Open Sans" w:hAnsi="Open Sans" w:cs="Open Sans"/>
        </w:rPr>
        <w:t xml:space="preserve">und kaputten </w:t>
      </w:r>
      <w:r>
        <w:rPr>
          <w:rFonts w:ascii="Open Sans" w:hAnsi="Open Sans" w:cs="Open Sans"/>
        </w:rPr>
        <w:t xml:space="preserve">Elektrogeräten stecken wertvolle Rohstoffe. </w:t>
      </w:r>
      <w:r w:rsidR="00C94975">
        <w:rPr>
          <w:rFonts w:ascii="Open Sans" w:hAnsi="Open Sans" w:cs="Open Sans"/>
        </w:rPr>
        <w:t xml:space="preserve">Damit die nicht verloren gehen, muss der E-Schrott </w:t>
      </w:r>
      <w:r w:rsidR="00C933FC">
        <w:rPr>
          <w:rFonts w:ascii="Open Sans" w:hAnsi="Open Sans" w:cs="Open Sans"/>
        </w:rPr>
        <w:t xml:space="preserve">richtig </w:t>
      </w:r>
      <w:r w:rsidR="00C94975">
        <w:rPr>
          <w:rFonts w:ascii="Open Sans" w:hAnsi="Open Sans" w:cs="Open Sans"/>
        </w:rPr>
        <w:t>gesammelt werden.</w:t>
      </w:r>
      <w:r w:rsidR="00C933FC">
        <w:rPr>
          <w:rFonts w:ascii="Open Sans" w:hAnsi="Open Sans" w:cs="Open Sans"/>
        </w:rPr>
        <w:t xml:space="preserve"> Nur dann kann er recycelt werden – </w:t>
      </w:r>
      <w:r w:rsidR="004C16A6">
        <w:rPr>
          <w:rFonts w:ascii="Open Sans" w:hAnsi="Open Sans" w:cs="Open Sans"/>
        </w:rPr>
        <w:t xml:space="preserve">damit die Rohstoffe </w:t>
      </w:r>
      <w:r w:rsidR="00C94975">
        <w:rPr>
          <w:rFonts w:ascii="Open Sans" w:hAnsi="Open Sans" w:cs="Open Sans"/>
        </w:rPr>
        <w:t>wiederverwertet werden</w:t>
      </w:r>
      <w:r w:rsidR="004C16A6">
        <w:rPr>
          <w:rFonts w:ascii="Open Sans" w:hAnsi="Open Sans" w:cs="Open Sans"/>
        </w:rPr>
        <w:t xml:space="preserve"> können</w:t>
      </w:r>
      <w:r w:rsidR="00C94975">
        <w:rPr>
          <w:rFonts w:ascii="Open Sans" w:hAnsi="Open Sans" w:cs="Open Sans"/>
        </w:rPr>
        <w:t>.</w:t>
      </w:r>
      <w:r w:rsidR="00C933FC">
        <w:rPr>
          <w:rFonts w:ascii="Open Sans" w:hAnsi="Open Sans" w:cs="Open Sans"/>
        </w:rPr>
        <w:t xml:space="preserve"> </w:t>
      </w:r>
      <w:r w:rsidR="00324961" w:rsidRPr="00324961">
        <w:rPr>
          <w:rFonts w:ascii="Open Sans" w:hAnsi="Open Sans" w:cs="Open Sans"/>
          <w:b/>
        </w:rPr>
        <w:t>Dafür brauchen wir deine Hilfe!</w:t>
      </w:r>
    </w:p>
    <w:p w14:paraId="6F42C8F3" w14:textId="77777777" w:rsidR="005F201E" w:rsidRDefault="005F201E" w:rsidP="005F201E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</w:rPr>
      </w:pPr>
    </w:p>
    <w:p w14:paraId="702400CB" w14:textId="67B9B709" w:rsidR="005F201E" w:rsidRPr="00292CB7" w:rsidRDefault="005F201E" w:rsidP="005F201E">
      <w:pPr>
        <w:tabs>
          <w:tab w:val="left" w:pos="426"/>
          <w:tab w:val="right" w:pos="9072"/>
        </w:tabs>
        <w:spacing w:after="120" w:line="288" w:lineRule="auto"/>
        <w:rPr>
          <w:rFonts w:ascii="Open Sans" w:hAnsi="Open Sans" w:cs="Open Sans"/>
          <w:b/>
          <w:sz w:val="24"/>
          <w:szCs w:val="18"/>
        </w:rPr>
      </w:pPr>
      <w:r>
        <w:rPr>
          <w:rFonts w:ascii="Open Sans" w:hAnsi="Open Sans" w:cs="Open Sans"/>
          <w:b/>
          <w:sz w:val="24"/>
          <w:szCs w:val="18"/>
        </w:rPr>
        <w:t>Elektroschrott abgeben oder eintragen</w:t>
      </w:r>
    </w:p>
    <w:p w14:paraId="303F68F4" w14:textId="5BBC91EF" w:rsidR="005F201E" w:rsidRPr="009B0638" w:rsidRDefault="005F201E" w:rsidP="005F201E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Bitte erzählt eure </w:t>
      </w:r>
      <w:r w:rsidRPr="009B0638">
        <w:rPr>
          <w:rFonts w:ascii="Open Sans" w:hAnsi="Open Sans" w:cs="Open Sans"/>
        </w:rPr>
        <w:t>Nachbarn</w:t>
      </w:r>
      <w:r>
        <w:rPr>
          <w:rFonts w:ascii="Open Sans" w:hAnsi="Open Sans" w:cs="Open Sans"/>
        </w:rPr>
        <w:t xml:space="preserve">, dass sie </w:t>
      </w:r>
      <w:r w:rsidRPr="009B0638">
        <w:rPr>
          <w:rFonts w:ascii="Open Sans" w:hAnsi="Open Sans" w:cs="Open Sans"/>
        </w:rPr>
        <w:t xml:space="preserve">Elektroschrott </w:t>
      </w:r>
      <w:r>
        <w:rPr>
          <w:rFonts w:ascii="Open Sans" w:hAnsi="Open Sans" w:cs="Open Sans"/>
        </w:rPr>
        <w:t xml:space="preserve">einfach </w:t>
      </w:r>
      <w:r w:rsidRPr="009B0638">
        <w:rPr>
          <w:rFonts w:ascii="Open Sans" w:hAnsi="Open Sans" w:cs="Open Sans"/>
        </w:rPr>
        <w:t xml:space="preserve">auf </w:t>
      </w:r>
      <w:hyperlink r:id="rId10" w:history="1">
        <w:r w:rsidRPr="00223EA2">
          <w:rPr>
            <w:rStyle w:val="Hyperlink"/>
            <w:rFonts w:ascii="Open Sans" w:hAnsi="Open Sans" w:cs="Open Sans"/>
          </w:rPr>
          <w:t>www.e-waste-race.de</w:t>
        </w:r>
      </w:hyperlink>
      <w:r>
        <w:rPr>
          <w:rFonts w:ascii="Open Sans" w:hAnsi="Open Sans" w:cs="Open Sans"/>
        </w:rPr>
        <w:t xml:space="preserve"> </w:t>
      </w:r>
      <w:r w:rsidRPr="009B0638">
        <w:rPr>
          <w:rFonts w:ascii="Open Sans" w:hAnsi="Open Sans" w:cs="Open Sans"/>
        </w:rPr>
        <w:t>eintragen</w:t>
      </w:r>
      <w:r>
        <w:rPr>
          <w:rFonts w:ascii="Open Sans" w:hAnsi="Open Sans" w:cs="Open Sans"/>
        </w:rPr>
        <w:t xml:space="preserve"> können. W</w:t>
      </w:r>
      <w:r w:rsidRPr="009B0638">
        <w:rPr>
          <w:rFonts w:ascii="Open Sans" w:hAnsi="Open Sans" w:cs="Open Sans"/>
        </w:rPr>
        <w:t xml:space="preserve">ir holen </w:t>
      </w:r>
      <w:r>
        <w:rPr>
          <w:rFonts w:ascii="Open Sans" w:hAnsi="Open Sans" w:cs="Open Sans"/>
        </w:rPr>
        <w:t xml:space="preserve">ihn dann </w:t>
      </w:r>
      <w:r w:rsidRPr="009B0638">
        <w:rPr>
          <w:rFonts w:ascii="Open Sans" w:hAnsi="Open Sans" w:cs="Open Sans"/>
        </w:rPr>
        <w:t>ab!</w:t>
      </w:r>
      <w:r>
        <w:rPr>
          <w:rFonts w:ascii="Open Sans" w:hAnsi="Open Sans" w:cs="Open Sans"/>
        </w:rPr>
        <w:t xml:space="preserve"> </w:t>
      </w:r>
      <w:r w:rsidR="00D44016">
        <w:rPr>
          <w:rFonts w:ascii="Open Sans" w:hAnsi="Open Sans" w:cs="Open Sans"/>
        </w:rPr>
        <w:t>E</w:t>
      </w:r>
      <w:r>
        <w:rPr>
          <w:rFonts w:ascii="Open Sans" w:hAnsi="Open Sans" w:cs="Open Sans"/>
        </w:rPr>
        <w:t xml:space="preserve">uren Elektroschrott </w:t>
      </w:r>
      <w:r w:rsidR="00D44016">
        <w:rPr>
          <w:rFonts w:ascii="Open Sans" w:hAnsi="Open Sans" w:cs="Open Sans"/>
        </w:rPr>
        <w:t xml:space="preserve">könnt ihr </w:t>
      </w:r>
      <w:r>
        <w:rPr>
          <w:rFonts w:ascii="Open Sans" w:hAnsi="Open Sans" w:cs="Open Sans"/>
        </w:rPr>
        <w:t xml:space="preserve">auch hier in der Schule abgeben: </w:t>
      </w:r>
      <w:r w:rsidRPr="009B0638">
        <w:rPr>
          <w:rFonts w:ascii="Open Sans" w:hAnsi="Open Sans" w:cs="Open Sans"/>
        </w:rPr>
        <w:br/>
      </w:r>
      <w:r w:rsidRPr="009B0638">
        <w:rPr>
          <w:rFonts w:ascii="Open Sans" w:hAnsi="Open Sans" w:cs="Open Sans"/>
        </w:rPr>
        <w:br/>
      </w:r>
      <w:r>
        <w:rPr>
          <w:rFonts w:ascii="Open Sans" w:hAnsi="Open Sans" w:cs="Open Sans"/>
        </w:rPr>
        <w:t>Elektroschrott-Abgabe</w:t>
      </w:r>
      <w:r w:rsidRPr="009B0638">
        <w:rPr>
          <w:rFonts w:ascii="Open Sans" w:hAnsi="Open Sans" w:cs="Open Sans"/>
        </w:rPr>
        <w:t xml:space="preserve">: </w:t>
      </w:r>
      <w:r w:rsidRPr="009B0638">
        <w:rPr>
          <w:rFonts w:ascii="Open Sans" w:hAnsi="Open Sans" w:cs="Open Sans"/>
          <w:color w:val="84AA33" w:themeColor="accent2"/>
        </w:rPr>
        <w:t>………………………</w:t>
      </w:r>
      <w:r>
        <w:rPr>
          <w:rFonts w:ascii="Open Sans" w:hAnsi="Open Sans" w:cs="Open Sans"/>
          <w:color w:val="84AA33" w:themeColor="accent2"/>
        </w:rPr>
        <w:t>…..</w:t>
      </w:r>
      <w:r w:rsidRPr="009B0638">
        <w:rPr>
          <w:rFonts w:ascii="Open Sans" w:hAnsi="Open Sans" w:cs="Open Sans"/>
          <w:color w:val="84AA33" w:themeColor="accent2"/>
        </w:rPr>
        <w:t>……</w:t>
      </w:r>
      <w:r>
        <w:rPr>
          <w:rFonts w:ascii="Open Sans" w:hAnsi="Open Sans" w:cs="Open Sans"/>
          <w:color w:val="84AA33" w:themeColor="accent2"/>
        </w:rPr>
        <w:t>…..…</w:t>
      </w:r>
      <w:r w:rsidRPr="009B0638">
        <w:rPr>
          <w:rFonts w:ascii="Open Sans" w:hAnsi="Open Sans" w:cs="Open Sans"/>
          <w:color w:val="84AA33" w:themeColor="accent2"/>
        </w:rPr>
        <w:t>……</w:t>
      </w:r>
      <w:r>
        <w:rPr>
          <w:rFonts w:ascii="Open Sans" w:hAnsi="Open Sans" w:cs="Open Sans"/>
          <w:color w:val="84AA33" w:themeColor="accent2"/>
        </w:rPr>
        <w:t xml:space="preserve"> </w:t>
      </w:r>
      <w:r w:rsidRPr="005F201E">
        <w:rPr>
          <w:rFonts w:ascii="Open Sans" w:hAnsi="Open Sans" w:cs="Open Sans"/>
        </w:rPr>
        <w:t xml:space="preserve">Bei Fragen: </w:t>
      </w:r>
      <w:r w:rsidRPr="009B0638">
        <w:rPr>
          <w:rFonts w:ascii="Open Sans" w:hAnsi="Open Sans" w:cs="Open Sans"/>
          <w:color w:val="84AA33" w:themeColor="accent2"/>
        </w:rPr>
        <w:t>……………………………</w:t>
      </w:r>
      <w:r w:rsidR="00D44016">
        <w:rPr>
          <w:rFonts w:ascii="Open Sans" w:hAnsi="Open Sans" w:cs="Open Sans"/>
          <w:color w:val="84AA33" w:themeColor="accent2"/>
        </w:rPr>
        <w:t>...</w:t>
      </w:r>
      <w:r>
        <w:rPr>
          <w:rFonts w:ascii="Open Sans" w:hAnsi="Open Sans" w:cs="Open Sans"/>
          <w:color w:val="84AA33" w:themeColor="accent2"/>
        </w:rPr>
        <w:t>.….</w:t>
      </w:r>
      <w:r w:rsidRPr="009B0638">
        <w:rPr>
          <w:rFonts w:ascii="Open Sans" w:hAnsi="Open Sans" w:cs="Open Sans"/>
          <w:color w:val="84AA33" w:themeColor="accent2"/>
        </w:rPr>
        <w:t>…</w:t>
      </w:r>
      <w:r>
        <w:rPr>
          <w:rFonts w:ascii="Open Sans" w:hAnsi="Open Sans" w:cs="Open Sans"/>
          <w:color w:val="84AA33" w:themeColor="accent2"/>
        </w:rPr>
        <w:t>…..</w:t>
      </w:r>
      <w:r w:rsidRPr="009B0638">
        <w:rPr>
          <w:rFonts w:ascii="Open Sans" w:hAnsi="Open Sans" w:cs="Open Sans"/>
          <w:color w:val="84AA33" w:themeColor="accent2"/>
        </w:rPr>
        <w:t>…</w:t>
      </w:r>
    </w:p>
    <w:p w14:paraId="34DD4598" w14:textId="57EA2D84" w:rsidR="00E8564C" w:rsidRDefault="00E8564C" w:rsidP="00E776E3">
      <w:pPr>
        <w:tabs>
          <w:tab w:val="left" w:pos="426"/>
          <w:tab w:val="right" w:pos="9072"/>
        </w:tabs>
        <w:spacing w:line="288" w:lineRule="auto"/>
        <w:rPr>
          <w:rFonts w:ascii="Open Sans" w:hAnsi="Open Sans" w:cs="Open Sans"/>
          <w:b/>
        </w:rPr>
      </w:pPr>
    </w:p>
    <w:p w14:paraId="794DD8D6" w14:textId="56C95BA1" w:rsidR="00801C4A" w:rsidRPr="00EE514E" w:rsidRDefault="005F201E" w:rsidP="00D44016">
      <w:pPr>
        <w:tabs>
          <w:tab w:val="left" w:pos="426"/>
        </w:tabs>
        <w:spacing w:line="288" w:lineRule="auto"/>
        <w:ind w:right="1275"/>
        <w:rPr>
          <w:rFonts w:ascii="Open Sans" w:hAnsi="Open Sans" w:cs="Open Sans"/>
          <w:b/>
        </w:rPr>
      </w:pPr>
      <w:r w:rsidRPr="005F201E">
        <w:rPr>
          <w:rFonts w:ascii="Open Sans" w:hAnsi="Open Sans" w:cs="Open Sans"/>
          <w:b/>
        </w:rPr>
        <w:t>Wusstest du,</w:t>
      </w:r>
      <w:r>
        <w:rPr>
          <w:rFonts w:ascii="Open Sans" w:hAnsi="Open Sans" w:cs="Open Sans"/>
        </w:rPr>
        <w:t xml:space="preserve"> </w:t>
      </w:r>
      <w:r w:rsidR="00AB123F" w:rsidRPr="00AB123F">
        <w:rPr>
          <w:rFonts w:ascii="Open Sans" w:hAnsi="Open Sans" w:cs="Open Sans"/>
        </w:rPr>
        <w:t xml:space="preserve">dass in Deutschland jedes Jahr 1,7 Millionen Tonnen Elektroschrott entstehen? Vieles liegt ungenutzt in Schubladen oder Kellern </w:t>
      </w:r>
      <w:r w:rsidR="009B0638">
        <w:rPr>
          <w:rFonts w:ascii="Open Sans" w:hAnsi="Open Sans" w:cs="Open Sans"/>
        </w:rPr>
        <w:t>und kann daher nicht recycelt</w:t>
      </w:r>
      <w:r w:rsidR="00D44016">
        <w:rPr>
          <w:noProof/>
        </w:rPr>
        <mc:AlternateContent>
          <mc:Choice Requires="wps">
            <w:drawing>
              <wp:anchor distT="0" distB="0" distL="114300" distR="114300" simplePos="0" relativeHeight="251763200" behindDoc="0" locked="1" layoutInCell="1" allowOverlap="1" wp14:anchorId="05CD1FA9" wp14:editId="2E025DD3">
                <wp:simplePos x="0" y="0"/>
                <wp:positionH relativeFrom="column">
                  <wp:posOffset>-1586865</wp:posOffset>
                </wp:positionH>
                <wp:positionV relativeFrom="margin">
                  <wp:posOffset>7924800</wp:posOffset>
                </wp:positionV>
                <wp:extent cx="2181225" cy="276860"/>
                <wp:effectExtent l="0" t="317" r="9207" b="9208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181225" cy="276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ABA442" w14:textId="7A33EBB6" w:rsidR="00D44016" w:rsidRPr="00FF0F31" w:rsidRDefault="00D44016" w:rsidP="00D44016">
                            <w:pPr>
                              <w:rPr>
                                <w:rFonts w:ascii="Open Sans" w:hAnsi="Open Sans" w:cs="Open Sans"/>
                                <w:color w:val="5F5F5F" w:themeColor="text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F5F5F" w:themeColor="text1"/>
                                <w:sz w:val="12"/>
                                <w:szCs w:val="12"/>
                              </w:rPr>
                              <w:t>Schulposter EWR 06/2025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D1FA9" id="Textfeld 12" o:spid="_x0000_s1027" type="#_x0000_t202" style="position:absolute;margin-left:-124.95pt;margin-top:624pt;width:171.75pt;height:21.8pt;rotation:-90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" fillcolor="white [3201]" stroked="f" strokeweight=".5pt">
                <v:textbox>
                  <w:txbxContent>
                    <w:p w14:paraId="5FABA442" w14:textId="7A33EBB6" w:rsidR="00D44016" w:rsidRPr="00FF0F31" w:rsidRDefault="00D44016" w:rsidP="00D44016">
                      <w:pPr>
                        <w:rPr>
                          <w:rFonts w:ascii="Open Sans" w:hAnsi="Open Sans" w:cs="Open Sans"/>
                          <w:color w:val="5F5F5F" w:themeColor="text1"/>
                          <w:sz w:val="12"/>
                          <w:szCs w:val="12"/>
                        </w:rPr>
                      </w:pPr>
                      <w:r>
                        <w:rPr>
                          <w:rFonts w:ascii="Open Sans" w:hAnsi="Open Sans" w:cs="Open Sans"/>
                          <w:color w:val="5F5F5F" w:themeColor="text1"/>
                          <w:sz w:val="12"/>
                          <w:szCs w:val="12"/>
                        </w:rPr>
                        <w:t>Schulposter EWR 06/2025</w:t>
                      </w: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9B0638">
        <w:rPr>
          <w:rFonts w:ascii="Open Sans" w:hAnsi="Open Sans" w:cs="Open Sans"/>
        </w:rPr>
        <w:t xml:space="preserve"> werden</w:t>
      </w:r>
      <w:r w:rsidR="00AB123F" w:rsidRPr="00AB123F">
        <w:rPr>
          <w:rFonts w:ascii="Open Sans" w:hAnsi="Open Sans" w:cs="Open Sans"/>
        </w:rPr>
        <w:t>.</w:t>
      </w:r>
      <w:r w:rsidR="00AB123F">
        <w:rPr>
          <w:rFonts w:ascii="Open Sans" w:hAnsi="Open Sans" w:cs="Open Sans"/>
        </w:rPr>
        <w:t xml:space="preserve"> </w:t>
      </w:r>
      <w:r w:rsidR="00AB123F" w:rsidRPr="00AB123F">
        <w:rPr>
          <w:rFonts w:ascii="Open Sans" w:hAnsi="Open Sans" w:cs="Open Sans"/>
        </w:rPr>
        <w:t xml:space="preserve">Ein zertifizierter Entsorger und </w:t>
      </w:r>
      <w:r w:rsidR="00AB123F">
        <w:rPr>
          <w:rFonts w:ascii="Open Sans" w:hAnsi="Open Sans" w:cs="Open Sans"/>
        </w:rPr>
        <w:t xml:space="preserve">wir von der gemeinnützigen </w:t>
      </w:r>
      <w:r w:rsidR="00AB123F" w:rsidRPr="00AB123F">
        <w:rPr>
          <w:rFonts w:ascii="Open Sans" w:hAnsi="Open Sans" w:cs="Open Sans"/>
        </w:rPr>
        <w:t>Initiative „Das macht Schule“ sorgen dafür, dass alles richtig entsorgt wird – und nicht illegal im Ausland landet.</w:t>
      </w:r>
      <w:r w:rsidR="00AB123F">
        <w:rPr>
          <w:rFonts w:ascii="Open Sans" w:hAnsi="Open Sans" w:cs="Open Sans"/>
        </w:rPr>
        <w:t xml:space="preserve"> </w:t>
      </w:r>
      <w:r w:rsidR="00AB123F" w:rsidRPr="00AB123F">
        <w:rPr>
          <w:rFonts w:ascii="Open Sans" w:hAnsi="Open Sans" w:cs="Open Sans"/>
        </w:rPr>
        <w:t xml:space="preserve">Ihr sammelt – </w:t>
      </w:r>
      <w:r w:rsidR="00AB123F" w:rsidRPr="00AB123F">
        <w:rPr>
          <w:rFonts w:ascii="Open Sans" w:hAnsi="Open Sans" w:cs="Open Sans"/>
          <w:b/>
        </w:rPr>
        <w:t>und</w:t>
      </w:r>
      <w:r w:rsidR="00AB123F" w:rsidRPr="00AB123F">
        <w:rPr>
          <w:rFonts w:ascii="Open Sans" w:hAnsi="Open Sans" w:cs="Open Sans"/>
        </w:rPr>
        <w:t xml:space="preserve"> </w:t>
      </w:r>
      <w:r w:rsidR="00AB123F" w:rsidRPr="00AB123F">
        <w:rPr>
          <w:rFonts w:ascii="Open Sans" w:hAnsi="Open Sans" w:cs="Open Sans"/>
          <w:b/>
          <w:bCs/>
        </w:rPr>
        <w:t>helft der Umwelt</w:t>
      </w:r>
      <w:r w:rsidR="00D44016">
        <w:rPr>
          <w:rFonts w:ascii="Open Sans" w:hAnsi="Open Sans" w:cs="Open Sans"/>
          <w:b/>
          <w:bCs/>
        </w:rPr>
        <w:t>!</w:t>
      </w:r>
    </w:p>
    <w:sectPr w:rsidR="00801C4A" w:rsidRPr="00EE514E" w:rsidSect="009B0638">
      <w:headerReference w:type="default" r:id="rId11"/>
      <w:footerReference w:type="default" r:id="rId12"/>
      <w:pgSz w:w="11906" w:h="16838"/>
      <w:pgMar w:top="1134" w:right="1417" w:bottom="568" w:left="1417" w:header="708" w:footer="5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3BAAE" w14:textId="77777777" w:rsidR="00875692" w:rsidRDefault="00875692" w:rsidP="008C7F6A">
      <w:r>
        <w:separator/>
      </w:r>
    </w:p>
  </w:endnote>
  <w:endnote w:type="continuationSeparator" w:id="0">
    <w:p w14:paraId="76330DBA" w14:textId="77777777" w:rsidR="00875692" w:rsidRDefault="00875692" w:rsidP="008C7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ExtraBold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8A448" w14:textId="77777777" w:rsidR="009B0638" w:rsidRDefault="009B0638" w:rsidP="009B0638">
    <w:pPr>
      <w:pStyle w:val="Fuzeile"/>
      <w:tabs>
        <w:tab w:val="clear" w:pos="4536"/>
      </w:tabs>
      <w:rPr>
        <w:color w:val="84AA33" w:themeColor="accent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7D74ADF" wp14:editId="695FF46C">
          <wp:simplePos x="0" y="0"/>
          <wp:positionH relativeFrom="rightMargin">
            <wp:posOffset>-830580</wp:posOffset>
          </wp:positionH>
          <wp:positionV relativeFrom="paragraph">
            <wp:posOffset>-977265</wp:posOffset>
          </wp:positionV>
          <wp:extent cx="1276350" cy="1041661"/>
          <wp:effectExtent l="0" t="0" r="0" b="6350"/>
          <wp:wrapNone/>
          <wp:docPr id="488071563" name="Grafi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1041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75C8">
      <w:rPr>
        <w:color w:val="84AA33" w:themeColor="accent2"/>
      </w:rPr>
      <w:pict w14:anchorId="113FC155">
        <v:rect id="_x0000_i1025" style="width:0;height:1.5pt" o:hralign="center" o:hrstd="t" o:hr="t" fillcolor="#a0a0a0" stroked="f"/>
      </w:pict>
    </w:r>
  </w:p>
  <w:p w14:paraId="6D9607AE" w14:textId="7C3AD5F9" w:rsidR="009B0638" w:rsidRPr="009B0638" w:rsidRDefault="009B0638">
    <w:pPr>
      <w:pStyle w:val="Fuzeile"/>
      <w:rPr>
        <w:rFonts w:ascii="Open Sans" w:hAnsi="Open Sans" w:cs="Open Sans"/>
        <w:b/>
        <w:bCs/>
        <w:color w:val="84AA33" w:themeColor="accent2"/>
        <w:sz w:val="18"/>
        <w:szCs w:val="18"/>
      </w:rPr>
    </w:pPr>
    <w:r w:rsidRPr="00430DD8">
      <w:rPr>
        <w:rFonts w:ascii="Open Sans" w:hAnsi="Open Sans" w:cs="Open Sans"/>
        <w:b/>
        <w:bCs/>
        <w:color w:val="84AA33" w:themeColor="accent2"/>
        <w:sz w:val="18"/>
        <w:szCs w:val="18"/>
      </w:rPr>
      <w:t>E-Waste Race</w:t>
    </w:r>
    <w:r w:rsidRPr="00430DD8">
      <w:rPr>
        <w:rFonts w:ascii="Open Sans" w:hAnsi="Open Sans" w:cs="Open Sans"/>
        <w:b/>
        <w:bCs/>
        <w:color w:val="84AA33" w:themeColor="accent2"/>
        <w:sz w:val="18"/>
        <w:szCs w:val="18"/>
      </w:rPr>
      <w:tab/>
    </w:r>
    <w:r w:rsidRPr="00430DD8">
      <w:rPr>
        <w:rFonts w:ascii="Open Sans" w:hAnsi="Open Sans" w:cs="Open Sans"/>
        <w:b/>
        <w:bCs/>
        <w:color w:val="84AA33" w:themeColor="accent2"/>
        <w:sz w:val="18"/>
        <w:szCs w:val="18"/>
      </w:rPr>
      <w:tab/>
      <w:t>www.das-macht-schule.net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A06AC" w14:textId="77777777" w:rsidR="00875692" w:rsidRDefault="00875692" w:rsidP="008C7F6A">
      <w:r>
        <w:separator/>
      </w:r>
    </w:p>
  </w:footnote>
  <w:footnote w:type="continuationSeparator" w:id="0">
    <w:p w14:paraId="44CB2153" w14:textId="77777777" w:rsidR="00875692" w:rsidRDefault="00875692" w:rsidP="008C7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2624F" w14:textId="77777777" w:rsidR="00B119B0" w:rsidRDefault="00B119B0">
    <w:pPr>
      <w:pStyle w:val="Kopfzeile"/>
      <w:rPr>
        <w:rFonts w:ascii="Open Sans" w:hAnsi="Open Sans" w:cs="Open Sans"/>
        <w:b/>
        <w:noProof/>
        <w:sz w:val="18"/>
        <w:szCs w:val="18"/>
      </w:rPr>
    </w:pPr>
  </w:p>
  <w:p w14:paraId="6B322D04" w14:textId="77777777" w:rsidR="008C7F6A" w:rsidRDefault="008C7F6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94169"/>
    <w:multiLevelType w:val="hybridMultilevel"/>
    <w:tmpl w:val="9D4E23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84892"/>
    <w:multiLevelType w:val="hybridMultilevel"/>
    <w:tmpl w:val="B0F081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5132B"/>
    <w:multiLevelType w:val="hybridMultilevel"/>
    <w:tmpl w:val="874C0558"/>
    <w:lvl w:ilvl="0" w:tplc="A9A25B7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A05BD"/>
    <w:multiLevelType w:val="hybridMultilevel"/>
    <w:tmpl w:val="BAFCC8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ED19EE"/>
    <w:multiLevelType w:val="hybridMultilevel"/>
    <w:tmpl w:val="E0EC7F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815FCB"/>
    <w:multiLevelType w:val="hybridMultilevel"/>
    <w:tmpl w:val="95846C1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7986322"/>
    <w:multiLevelType w:val="hybridMultilevel"/>
    <w:tmpl w:val="CF4E9A6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631704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9910557">
    <w:abstractNumId w:val="2"/>
  </w:num>
  <w:num w:numId="3" w16cid:durableId="7368414">
    <w:abstractNumId w:val="0"/>
  </w:num>
  <w:num w:numId="4" w16cid:durableId="223296919">
    <w:abstractNumId w:val="5"/>
  </w:num>
  <w:num w:numId="5" w16cid:durableId="763455686">
    <w:abstractNumId w:val="3"/>
  </w:num>
  <w:num w:numId="6" w16cid:durableId="197356079">
    <w:abstractNumId w:val="4"/>
  </w:num>
  <w:num w:numId="7" w16cid:durableId="1477263403">
    <w:abstractNumId w:val="1"/>
  </w:num>
  <w:num w:numId="8" w16cid:durableId="16922200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proofState w:spelling="clean" w:grammar="clean"/>
  <w:attachedTemplate r:id="rId1"/>
  <w:documentProtection w:edit="readOnly" w:enforcement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AB8608C-5905-4EC1-9147-93EE5FA42DDD}"/>
    <w:docVar w:name="dgnword-eventsink" w:val="445724592"/>
  </w:docVars>
  <w:rsids>
    <w:rsidRoot w:val="00542612"/>
    <w:rsid w:val="00001051"/>
    <w:rsid w:val="0002092F"/>
    <w:rsid w:val="00083897"/>
    <w:rsid w:val="000B217E"/>
    <w:rsid w:val="000C1A95"/>
    <w:rsid w:val="000C437F"/>
    <w:rsid w:val="0012263C"/>
    <w:rsid w:val="00136A77"/>
    <w:rsid w:val="00143633"/>
    <w:rsid w:val="00147E58"/>
    <w:rsid w:val="0015526A"/>
    <w:rsid w:val="0018491C"/>
    <w:rsid w:val="001C73FA"/>
    <w:rsid w:val="001D0274"/>
    <w:rsid w:val="001E0501"/>
    <w:rsid w:val="001E3FD8"/>
    <w:rsid w:val="00204473"/>
    <w:rsid w:val="00220D03"/>
    <w:rsid w:val="002546F1"/>
    <w:rsid w:val="002852B3"/>
    <w:rsid w:val="00292CB7"/>
    <w:rsid w:val="002A4C3E"/>
    <w:rsid w:val="003177DF"/>
    <w:rsid w:val="00324961"/>
    <w:rsid w:val="003623DE"/>
    <w:rsid w:val="00365BF8"/>
    <w:rsid w:val="003A16B7"/>
    <w:rsid w:val="003A6F25"/>
    <w:rsid w:val="003F7128"/>
    <w:rsid w:val="004B177E"/>
    <w:rsid w:val="004B3297"/>
    <w:rsid w:val="004C16A6"/>
    <w:rsid w:val="004C29F8"/>
    <w:rsid w:val="004F3902"/>
    <w:rsid w:val="004F7115"/>
    <w:rsid w:val="004F74B7"/>
    <w:rsid w:val="004F7DA2"/>
    <w:rsid w:val="00510C18"/>
    <w:rsid w:val="00533E64"/>
    <w:rsid w:val="00535E00"/>
    <w:rsid w:val="00542612"/>
    <w:rsid w:val="0054324E"/>
    <w:rsid w:val="00567929"/>
    <w:rsid w:val="00567D8C"/>
    <w:rsid w:val="005817FB"/>
    <w:rsid w:val="005868BB"/>
    <w:rsid w:val="00594567"/>
    <w:rsid w:val="00596379"/>
    <w:rsid w:val="005F201E"/>
    <w:rsid w:val="006519C4"/>
    <w:rsid w:val="0066087A"/>
    <w:rsid w:val="00677DF6"/>
    <w:rsid w:val="006C0AB4"/>
    <w:rsid w:val="006E321F"/>
    <w:rsid w:val="006E626F"/>
    <w:rsid w:val="006F613E"/>
    <w:rsid w:val="00705D75"/>
    <w:rsid w:val="00717C0B"/>
    <w:rsid w:val="007218FE"/>
    <w:rsid w:val="0073540A"/>
    <w:rsid w:val="00740E05"/>
    <w:rsid w:val="0076233E"/>
    <w:rsid w:val="00784F45"/>
    <w:rsid w:val="007A0698"/>
    <w:rsid w:val="007D6507"/>
    <w:rsid w:val="00801C4A"/>
    <w:rsid w:val="008049BD"/>
    <w:rsid w:val="008308CF"/>
    <w:rsid w:val="00832CA9"/>
    <w:rsid w:val="008654A8"/>
    <w:rsid w:val="00875692"/>
    <w:rsid w:val="00876095"/>
    <w:rsid w:val="008C7F6A"/>
    <w:rsid w:val="008F01EA"/>
    <w:rsid w:val="008F129A"/>
    <w:rsid w:val="00916863"/>
    <w:rsid w:val="009241B3"/>
    <w:rsid w:val="00936BD5"/>
    <w:rsid w:val="009511D4"/>
    <w:rsid w:val="0097126F"/>
    <w:rsid w:val="00983999"/>
    <w:rsid w:val="009B0638"/>
    <w:rsid w:val="009B307C"/>
    <w:rsid w:val="009C5323"/>
    <w:rsid w:val="009D75C8"/>
    <w:rsid w:val="009F24D2"/>
    <w:rsid w:val="009F2D92"/>
    <w:rsid w:val="00A07BFB"/>
    <w:rsid w:val="00A16533"/>
    <w:rsid w:val="00A311EF"/>
    <w:rsid w:val="00A561DD"/>
    <w:rsid w:val="00A749D7"/>
    <w:rsid w:val="00AA65A8"/>
    <w:rsid w:val="00AB123F"/>
    <w:rsid w:val="00AC4E5B"/>
    <w:rsid w:val="00AF4E67"/>
    <w:rsid w:val="00B02591"/>
    <w:rsid w:val="00B07FE6"/>
    <w:rsid w:val="00B10B60"/>
    <w:rsid w:val="00B11582"/>
    <w:rsid w:val="00B119B0"/>
    <w:rsid w:val="00B14DBE"/>
    <w:rsid w:val="00B157D4"/>
    <w:rsid w:val="00B25200"/>
    <w:rsid w:val="00B377D9"/>
    <w:rsid w:val="00BB0C82"/>
    <w:rsid w:val="00BD179D"/>
    <w:rsid w:val="00BD733F"/>
    <w:rsid w:val="00C11D9A"/>
    <w:rsid w:val="00C34A61"/>
    <w:rsid w:val="00C41F3B"/>
    <w:rsid w:val="00C542AD"/>
    <w:rsid w:val="00C54FF2"/>
    <w:rsid w:val="00C719F1"/>
    <w:rsid w:val="00C933FC"/>
    <w:rsid w:val="00C94975"/>
    <w:rsid w:val="00CA4F20"/>
    <w:rsid w:val="00CC68BA"/>
    <w:rsid w:val="00CD4CE7"/>
    <w:rsid w:val="00CE3503"/>
    <w:rsid w:val="00CE3EA2"/>
    <w:rsid w:val="00CF02E7"/>
    <w:rsid w:val="00CF5D00"/>
    <w:rsid w:val="00D2774D"/>
    <w:rsid w:val="00D44016"/>
    <w:rsid w:val="00D6352A"/>
    <w:rsid w:val="00DE580B"/>
    <w:rsid w:val="00E10AAA"/>
    <w:rsid w:val="00E2502B"/>
    <w:rsid w:val="00E33623"/>
    <w:rsid w:val="00E41360"/>
    <w:rsid w:val="00E44AF8"/>
    <w:rsid w:val="00E52199"/>
    <w:rsid w:val="00E6140B"/>
    <w:rsid w:val="00E776E3"/>
    <w:rsid w:val="00E8564C"/>
    <w:rsid w:val="00E87E59"/>
    <w:rsid w:val="00EA3952"/>
    <w:rsid w:val="00EA6793"/>
    <w:rsid w:val="00EE514E"/>
    <w:rsid w:val="00EF03BD"/>
    <w:rsid w:val="00EF2E7F"/>
    <w:rsid w:val="00F172E3"/>
    <w:rsid w:val="00F5236B"/>
    <w:rsid w:val="00F52613"/>
    <w:rsid w:val="00F937D3"/>
    <w:rsid w:val="00FD0E40"/>
    <w:rsid w:val="00FF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51A1B"/>
  <w15:docId w15:val="{C1885A43-D6C1-42B1-976C-AC695BFD2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E626F"/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E626F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62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6E626F"/>
    <w:rPr>
      <w:rFonts w:ascii="Tahoma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C7F6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C7F6A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8C7F6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C7F6A"/>
    <w:rPr>
      <w:rFonts w:ascii="Arial" w:hAnsi="Arial" w:cs="Arial"/>
    </w:rPr>
  </w:style>
  <w:style w:type="character" w:styleId="Hyperlink">
    <w:name w:val="Hyperlink"/>
    <w:basedOn w:val="Absatz-Standardschriftart"/>
    <w:uiPriority w:val="99"/>
    <w:unhideWhenUsed/>
    <w:rsid w:val="00BB0C82"/>
    <w:rPr>
      <w:color w:val="FF67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77DF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77DF6"/>
  </w:style>
  <w:style w:type="character" w:customStyle="1" w:styleId="KommentartextZchn">
    <w:name w:val="Kommentartext Zchn"/>
    <w:basedOn w:val="Absatz-Standardschriftart"/>
    <w:link w:val="Kommentartext"/>
    <w:uiPriority w:val="99"/>
    <w:rsid w:val="00677DF6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77DF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77DF6"/>
    <w:rPr>
      <w:rFonts w:ascii="Arial" w:hAnsi="Arial" w:cs="Arial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77D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85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9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76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6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59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5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9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2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-waste-race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G\Desktop\EWR%20Materialpaket%20Rohdaten%20(Kopie)\2_Schulposter%20-%20NEU%20-%20BITTE%20PR&#220;FEN.dotx" TargetMode="External"/></Relationships>
</file>

<file path=word/theme/theme1.xml><?xml version="1.0" encoding="utf-8"?>
<a:theme xmlns:a="http://schemas.openxmlformats.org/drawingml/2006/main" name="Larissa">
  <a:themeElements>
    <a:clrScheme name="DasmachtSchule-Farbschema">
      <a:dk1>
        <a:srgbClr val="5F5F5F"/>
      </a:dk1>
      <a:lt1>
        <a:srgbClr val="FFFFFF"/>
      </a:lt1>
      <a:dk2>
        <a:srgbClr val="000000"/>
      </a:dk2>
      <a:lt2>
        <a:srgbClr val="FFFFFF"/>
      </a:lt2>
      <a:accent1>
        <a:srgbClr val="FEB80A"/>
      </a:accent1>
      <a:accent2>
        <a:srgbClr val="84AA33"/>
      </a:accent2>
      <a:accent3>
        <a:srgbClr val="FF6700"/>
      </a:accent3>
      <a:accent4>
        <a:srgbClr val="506E94"/>
      </a:accent4>
      <a:accent5>
        <a:srgbClr val="C32D2E"/>
      </a:accent5>
      <a:accent6>
        <a:srgbClr val="3891A7"/>
      </a:accent6>
      <a:hlink>
        <a:srgbClr val="FF6700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3658A-D67E-42CF-B3AB-0791C0AB3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2_Schulposter - NEU - BITTE PRÜFEN</Template>
  <TotalTime>0</TotalTime>
  <Pages>1</Pages>
  <Words>225</Words>
  <Characters>1424</Characters>
  <Application>Microsoft Office Word</Application>
  <DocSecurity>2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Das macht Schule e.V.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BG</dc:creator>
  <cp:lastModifiedBy>Hendrik Janssen</cp:lastModifiedBy>
  <cp:revision>3</cp:revision>
  <cp:lastPrinted>2023-01-05T09:49:00Z</cp:lastPrinted>
  <dcterms:created xsi:type="dcterms:W3CDTF">2025-08-15T13:02:00Z</dcterms:created>
  <dcterms:modified xsi:type="dcterms:W3CDTF">2025-08-18T08:09:00Z</dcterms:modified>
</cp:coreProperties>
</file>